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A0AD1E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38AB372C" w14:textId="77777777" w:rsidTr="00F279E6">
        <w:tc>
          <w:tcPr>
            <w:tcW w:w="1396" w:type="pct"/>
            <w:shd w:val="clear" w:color="auto" w:fill="auto"/>
          </w:tcPr>
          <w:p w14:paraId="091E0CCD" w14:textId="6746FBD8" w:rsidR="00A301E0" w:rsidRPr="00536741" w:rsidRDefault="006278BA" w:rsidP="00536741">
            <w:pPr>
              <w:pStyle w:val="SISSCODE"/>
            </w:pPr>
            <w:r>
              <w:t>S</w:t>
            </w:r>
            <w:r w:rsidR="00A5212F">
              <w:t>F</w:t>
            </w:r>
            <w:r>
              <w:t>I</w:t>
            </w:r>
            <w:r w:rsidR="00987466">
              <w:t>SS</w:t>
            </w:r>
            <w:bookmarkStart w:id="0" w:name="_GoBack"/>
            <w:bookmarkEnd w:id="0"/>
            <w:r w:rsidR="00866F8E">
              <w:t>XXX</w:t>
            </w:r>
            <w:r w:rsidR="00A5212F">
              <w:t>13</w:t>
            </w:r>
          </w:p>
        </w:tc>
        <w:tc>
          <w:tcPr>
            <w:tcW w:w="3604" w:type="pct"/>
            <w:shd w:val="clear" w:color="auto" w:fill="auto"/>
          </w:tcPr>
          <w:p w14:paraId="60DDD117" w14:textId="1D8A8693" w:rsidR="00A301E0" w:rsidRPr="00536741" w:rsidRDefault="006278BA" w:rsidP="00536741">
            <w:pPr>
              <w:pStyle w:val="SISStitle"/>
            </w:pPr>
            <w:r>
              <w:t>Crocodile</w:t>
            </w:r>
            <w:r w:rsidR="00317E81">
              <w:t xml:space="preserve"> </w:t>
            </w:r>
            <w:r w:rsidR="00443D20">
              <w:t>Education</w:t>
            </w:r>
            <w:r>
              <w:t xml:space="preserve"> Skill Set</w:t>
            </w:r>
          </w:p>
        </w:tc>
      </w:tr>
    </w:tbl>
    <w:p w14:paraId="1B706855" w14:textId="77777777" w:rsidR="00A301E0" w:rsidRPr="00536741" w:rsidRDefault="00A301E0" w:rsidP="00A301E0"/>
    <w:p w14:paraId="425F3415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595DF41A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66CDF9F5" w14:textId="77777777" w:rsidTr="002A1BEA">
        <w:tc>
          <w:tcPr>
            <w:tcW w:w="1396" w:type="pct"/>
            <w:shd w:val="clear" w:color="auto" w:fill="auto"/>
          </w:tcPr>
          <w:p w14:paraId="046A678F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011391D3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36E9AF45" w14:textId="77777777" w:rsidTr="002A1BEA">
        <w:tc>
          <w:tcPr>
            <w:tcW w:w="1396" w:type="pct"/>
            <w:shd w:val="clear" w:color="auto" w:fill="auto"/>
          </w:tcPr>
          <w:p w14:paraId="06FB0F97" w14:textId="77777777" w:rsidR="00536741" w:rsidRPr="00BA7B66" w:rsidRDefault="00536741" w:rsidP="00536741">
            <w:pPr>
              <w:pStyle w:val="SIText"/>
            </w:pPr>
            <w:r w:rsidRPr="00CC451E">
              <w:t>Release</w:t>
            </w:r>
            <w:r w:rsidRPr="00536741">
              <w:t xml:space="preserve"> [1]</w:t>
            </w:r>
          </w:p>
        </w:tc>
        <w:tc>
          <w:tcPr>
            <w:tcW w:w="3604" w:type="pct"/>
            <w:shd w:val="clear" w:color="auto" w:fill="auto"/>
          </w:tcPr>
          <w:p w14:paraId="0FE7490A" w14:textId="63B0014F" w:rsidR="00536741" w:rsidRDefault="00536741" w:rsidP="00993C2D">
            <w:pPr>
              <w:pStyle w:val="SIText"/>
            </w:pPr>
          </w:p>
        </w:tc>
      </w:tr>
    </w:tbl>
    <w:p w14:paraId="3DF5AB1B" w14:textId="77777777" w:rsidR="00536741" w:rsidRDefault="00536741" w:rsidP="00536741">
      <w:pPr>
        <w:rPr>
          <w:lang w:eastAsia="en-US"/>
        </w:rPr>
      </w:pPr>
    </w:p>
    <w:p w14:paraId="14B1F7C3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54941E4" w14:textId="77777777" w:rsidTr="000D7BE6">
        <w:tc>
          <w:tcPr>
            <w:tcW w:w="5000" w:type="pct"/>
            <w:shd w:val="clear" w:color="auto" w:fill="auto"/>
          </w:tcPr>
          <w:p w14:paraId="0A7ABC39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323131DF" w14:textId="693DBB74" w:rsidR="004B2DF5" w:rsidRDefault="00DB557A" w:rsidP="00993C2D">
            <w:pPr>
              <w:pStyle w:val="SIText"/>
            </w:pPr>
            <w:r w:rsidRPr="00940100">
              <w:t xml:space="preserve">This </w:t>
            </w:r>
            <w:r w:rsidRPr="00536741">
              <w:t>skill set</w:t>
            </w:r>
            <w:r w:rsidR="00993C2D" w:rsidRPr="00993C2D">
              <w:t xml:space="preserve"> is designed to provide individuals with skills and knowledge to </w:t>
            </w:r>
            <w:r w:rsidR="00443D20">
              <w:t xml:space="preserve">conduct a public awareness program on crocodiles. </w:t>
            </w:r>
            <w:r w:rsidR="00993C2D" w:rsidRPr="00993C2D">
              <w:t xml:space="preserve">This version released with SFI Training Package Version </w:t>
            </w:r>
            <w:r w:rsidR="00866F8E">
              <w:t>2</w:t>
            </w:r>
            <w:r w:rsidR="00993C2D" w:rsidRPr="00993C2D">
              <w:t>.0</w:t>
            </w:r>
            <w:r w:rsidR="00993C2D">
              <w:t xml:space="preserve"> </w:t>
            </w:r>
            <w:r w:rsidR="00993C2D" w:rsidRPr="00993C2D">
              <w:t xml:space="preserve">?. </w:t>
            </w:r>
          </w:p>
          <w:p w14:paraId="1E2654CE" w14:textId="77777777" w:rsidR="004B2DF5" w:rsidRDefault="004B2DF5" w:rsidP="00993C2D">
            <w:pPr>
              <w:pStyle w:val="SIText"/>
            </w:pPr>
          </w:p>
          <w:p w14:paraId="6BB336C6" w14:textId="5BDFEA02" w:rsidR="00A772D9" w:rsidRPr="00536741" w:rsidRDefault="00A772D9" w:rsidP="004B2DF5">
            <w:pPr>
              <w:pStyle w:val="SIText"/>
            </w:pPr>
          </w:p>
        </w:tc>
      </w:tr>
      <w:tr w:rsidR="00A301E0" w:rsidRPr="00963A46" w14:paraId="1BB728C3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76719A52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50E333D2" w14:textId="62A135A7" w:rsidR="004B2DF5" w:rsidRDefault="00890663" w:rsidP="00536741">
            <w:pPr>
              <w:pStyle w:val="SIText"/>
            </w:pPr>
            <w:r>
              <w:t xml:space="preserve">These units of competency </w:t>
            </w:r>
            <w:r w:rsidR="00317E81">
              <w:t xml:space="preserve">build on skills and knowledge attained in </w:t>
            </w:r>
            <w:r w:rsidR="004B2DF5">
              <w:t>SFIXXX20 Certificate II in Crocodile Care.</w:t>
            </w:r>
          </w:p>
          <w:p w14:paraId="2DB534CB" w14:textId="33CFEF0A" w:rsidR="00A301E0" w:rsidRPr="00536741" w:rsidRDefault="00A301E0" w:rsidP="004B2DF5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0B89B633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5CA39296" w14:textId="453F8615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0A3B64DB" w14:textId="77777777" w:rsidR="00890663" w:rsidRPr="00536741" w:rsidRDefault="00890663" w:rsidP="00536741">
            <w:pPr>
              <w:pStyle w:val="SIText"/>
            </w:pPr>
            <w:r>
              <w:t>No occu</w:t>
            </w:r>
            <w:r w:rsidRPr="00536741">
              <w:t>pational licensing or regulatory requirements apply to this skill set at the time of publication.</w:t>
            </w:r>
          </w:p>
          <w:p w14:paraId="2398C94D" w14:textId="77777777" w:rsidR="00890663" w:rsidRDefault="00890663" w:rsidP="00536741">
            <w:pPr>
              <w:pStyle w:val="SIText"/>
            </w:pPr>
          </w:p>
          <w:p w14:paraId="4606BCE7" w14:textId="77777777" w:rsidR="00A301E0" w:rsidRPr="00A301E0" w:rsidRDefault="00A301E0" w:rsidP="004B2DF5">
            <w:pPr>
              <w:pStyle w:val="SIText"/>
            </w:pPr>
          </w:p>
        </w:tc>
      </w:tr>
      <w:tr w:rsidR="00A772D9" w:rsidRPr="00963A46" w14:paraId="6FB9541F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D1F728F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54619EC0" w14:textId="3BD8A8AD" w:rsidR="00BB0216" w:rsidRDefault="00BB0216" w:rsidP="00404E26">
            <w:pPr>
              <w:pStyle w:val="SIBulletList1"/>
            </w:pPr>
            <w:r>
              <w:t>SFICRO2X4 Conduct and maintain crocodile data</w:t>
            </w:r>
          </w:p>
          <w:p w14:paraId="124B682D" w14:textId="6FEC6A6D" w:rsidR="00EC0002" w:rsidRDefault="00443D20" w:rsidP="00536741">
            <w:pPr>
              <w:pStyle w:val="SIBulletList1"/>
            </w:pPr>
            <w:r>
              <w:t>PUACOM006 Plan and conduct a public awareness program</w:t>
            </w:r>
          </w:p>
          <w:p w14:paraId="5BBBCBCF" w14:textId="005E4F54" w:rsidR="00443D20" w:rsidRDefault="00443D20" w:rsidP="00536741">
            <w:pPr>
              <w:pStyle w:val="SIBulletList1"/>
            </w:pPr>
            <w:r>
              <w:t>SIRXOSM002 Maintain ethical and professional standards when using social media and online platforms</w:t>
            </w:r>
          </w:p>
          <w:p w14:paraId="573A3969" w14:textId="77777777" w:rsidR="001F28F9" w:rsidRPr="00536741" w:rsidRDefault="001F28F9" w:rsidP="00EC0002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C7EA8" w:rsidRPr="00963A46" w14:paraId="4005EA96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3DD2771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0EAA8D93" w14:textId="3E3CC57D" w:rsidR="0016138C" w:rsidRPr="00536741" w:rsidRDefault="008E3345" w:rsidP="008E3345">
            <w:pPr>
              <w:pStyle w:val="SIText"/>
            </w:pPr>
            <w:r>
              <w:t xml:space="preserve">This skill set is for individuals who have experience in working in </w:t>
            </w:r>
            <w:r w:rsidR="00443D20">
              <w:t>working with data and conducting public awareness programs</w:t>
            </w:r>
            <w:r>
              <w:t xml:space="preserve">. </w:t>
            </w:r>
          </w:p>
        </w:tc>
      </w:tr>
      <w:tr w:rsidR="00DB557A" w:rsidRPr="00963A46" w14:paraId="17C7F697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E056072" w14:textId="5DE92A2D" w:rsidR="00DB557A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7BC72B49" w14:textId="77777777" w:rsidR="004B2DF5" w:rsidRDefault="004B2DF5" w:rsidP="004B2DF5"/>
          <w:p w14:paraId="7B5761AC" w14:textId="786CAC49" w:rsidR="008E3345" w:rsidRPr="008E3345" w:rsidRDefault="008E3345" w:rsidP="008E3345">
            <w:pPr>
              <w:pStyle w:val="SIText"/>
            </w:pPr>
            <w:r w:rsidRPr="008E3345">
              <w:t>These units of competency from SFI Seafood Industry</w:t>
            </w:r>
            <w:r w:rsidR="00323FB4">
              <w:t xml:space="preserve"> Training </w:t>
            </w:r>
            <w:r w:rsidR="004928F2">
              <w:t>Package</w:t>
            </w:r>
            <w:r w:rsidR="00BB0216">
              <w:t xml:space="preserve">, </w:t>
            </w:r>
            <w:r w:rsidR="00443D20">
              <w:t xml:space="preserve">PUA Public Safety </w:t>
            </w:r>
            <w:r w:rsidR="00BB0216">
              <w:t>Training Package</w:t>
            </w:r>
            <w:r w:rsidRPr="008E3345">
              <w:t xml:space="preserve"> and the </w:t>
            </w:r>
            <w:r w:rsidR="00443D20">
              <w:t>SIR Retail Services T</w:t>
            </w:r>
            <w:r w:rsidRPr="008E3345">
              <w:t>raining Package meet the industry requirements for working with crocodile</w:t>
            </w:r>
            <w:r w:rsidR="00443D20">
              <w:t xml:space="preserve"> data</w:t>
            </w:r>
            <w:r w:rsidRPr="008E3345">
              <w:t>.</w:t>
            </w:r>
          </w:p>
          <w:p w14:paraId="72C8ADFF" w14:textId="77777777" w:rsidR="00DB557A" w:rsidRPr="00536741" w:rsidRDefault="00DB557A" w:rsidP="004B2DF5">
            <w:pPr>
              <w:pStyle w:val="SIText"/>
            </w:pPr>
          </w:p>
        </w:tc>
      </w:tr>
    </w:tbl>
    <w:p w14:paraId="6D4BC882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2F860B" w14:textId="77777777" w:rsidR="00867570" w:rsidRDefault="00867570" w:rsidP="00BF3F0A">
      <w:r>
        <w:separator/>
      </w:r>
    </w:p>
    <w:p w14:paraId="4C361AA7" w14:textId="77777777" w:rsidR="00867570" w:rsidRDefault="00867570"/>
  </w:endnote>
  <w:endnote w:type="continuationSeparator" w:id="0">
    <w:p w14:paraId="4675A3E3" w14:textId="77777777" w:rsidR="00867570" w:rsidRDefault="00867570" w:rsidP="00BF3F0A">
      <w:r>
        <w:continuationSeparator/>
      </w:r>
    </w:p>
    <w:p w14:paraId="2A1D1CE0" w14:textId="77777777" w:rsidR="00867570" w:rsidRDefault="008675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091F19C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39EEB77A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160199F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347C7B" w14:textId="77777777" w:rsidR="00867570" w:rsidRDefault="00867570" w:rsidP="00BF3F0A">
      <w:r>
        <w:separator/>
      </w:r>
    </w:p>
    <w:p w14:paraId="3B984D55" w14:textId="77777777" w:rsidR="00867570" w:rsidRDefault="00867570"/>
  </w:footnote>
  <w:footnote w:type="continuationSeparator" w:id="0">
    <w:p w14:paraId="6A682294" w14:textId="77777777" w:rsidR="00867570" w:rsidRDefault="00867570" w:rsidP="00BF3F0A">
      <w:r>
        <w:continuationSeparator/>
      </w:r>
    </w:p>
    <w:p w14:paraId="38037EC1" w14:textId="77777777" w:rsidR="00867570" w:rsidRDefault="0086757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88529C" w14:textId="1B2715BE" w:rsidR="009C2650" w:rsidRDefault="00866F8E">
    <w:r w:rsidRPr="00866F8E">
      <w:t>S</w:t>
    </w:r>
    <w:r w:rsidR="00A5212F">
      <w:t>F</w:t>
    </w:r>
    <w:r w:rsidRPr="00866F8E">
      <w:t>I</w:t>
    </w:r>
    <w:r w:rsidR="00A5212F">
      <w:t>SS</w:t>
    </w:r>
    <w:r>
      <w:t>XXX</w:t>
    </w:r>
    <w:r w:rsidR="00A5212F">
      <w:t>13</w:t>
    </w:r>
    <w:r w:rsidRPr="00866F8E">
      <w:t xml:space="preserve"> </w:t>
    </w:r>
    <w:r w:rsidR="00EC0002" w:rsidRPr="00EC0002">
      <w:t xml:space="preserve">Crocodile </w:t>
    </w:r>
    <w:r w:rsidR="00443D20">
      <w:t>Education</w:t>
    </w:r>
    <w:r w:rsidR="00EC0002" w:rsidRPr="00EC0002">
      <w:t xml:space="preserve"> </w:t>
    </w:r>
    <w:r w:rsidR="008E3345" w:rsidRPr="008E3345">
      <w:t>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U0NzayMDAzsTAxsTRQ0lEKTi0uzszPAykwrAUAwk6rPSwAAAA="/>
  </w:docVars>
  <w:rsids>
    <w:rsidRoot w:val="006278BA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D2A3D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17E81"/>
    <w:rsid w:val="00323FB4"/>
    <w:rsid w:val="003315E1"/>
    <w:rsid w:val="00337E82"/>
    <w:rsid w:val="00343D73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3D20"/>
    <w:rsid w:val="00444423"/>
    <w:rsid w:val="00452F3E"/>
    <w:rsid w:val="00453E79"/>
    <w:rsid w:val="004640AE"/>
    <w:rsid w:val="00475172"/>
    <w:rsid w:val="004758B0"/>
    <w:rsid w:val="004832D2"/>
    <w:rsid w:val="00485559"/>
    <w:rsid w:val="004928F2"/>
    <w:rsid w:val="004A142B"/>
    <w:rsid w:val="004A44E8"/>
    <w:rsid w:val="004B29B7"/>
    <w:rsid w:val="004B2DF5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2483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278BA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66F8E"/>
    <w:rsid w:val="00867570"/>
    <w:rsid w:val="00880453"/>
    <w:rsid w:val="00883C6C"/>
    <w:rsid w:val="00886790"/>
    <w:rsid w:val="00890663"/>
    <w:rsid w:val="008908DE"/>
    <w:rsid w:val="00894FBB"/>
    <w:rsid w:val="008A12ED"/>
    <w:rsid w:val="008B2C77"/>
    <w:rsid w:val="008B4AD2"/>
    <w:rsid w:val="008C53B8"/>
    <w:rsid w:val="008E3345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143C"/>
    <w:rsid w:val="0098725E"/>
    <w:rsid w:val="00987466"/>
    <w:rsid w:val="00993C2D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212F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37330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021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DE62FF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002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2622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27CEF4E"/>
  <w15:docId w15:val="{BE39A71F-E288-47A7-9DFE-BD4137A4E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a\AppData\Local\Microsoft\Windows\INetCache\Content.Outlook\M7591XHW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6724563E94584E8BBDA274F80C8ABF" ma:contentTypeVersion="" ma:contentTypeDescription="Create a new document." ma:contentTypeScope="" ma:versionID="6680bccebcc319e6cf4a95cf78b8d85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d54921e-ee0f-49d3-9073-a54df1d0eb34" targetNamespace="http://schemas.microsoft.com/office/2006/metadata/properties" ma:root="true" ma:fieldsID="a9053671b91f341b0c0ef39c134eb0eb" ns1:_="" ns2:_="" ns3:_="">
    <xsd:import namespace="http://schemas.microsoft.com/sharepoint/v3"/>
    <xsd:import namespace="d50bbff7-d6dd-47d2-864a-cfdc2c3db0f4"/>
    <xsd:import namespace="2d54921e-ee0f-49d3-9073-a54df1d0eb3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54921e-ee0f-49d3-9073-a54df1d0eb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2d54921e-ee0f-49d3-9073-a54df1d0eb34"/>
    <ds:schemaRef ds:uri="http://purl.org/dc/terms/"/>
    <ds:schemaRef ds:uri="http://schemas.microsoft.com/office/2006/documentManagement/types"/>
    <ds:schemaRef ds:uri="http://schemas.microsoft.com/sharepoint/v3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B3CB60-4E24-49B6-9FD8-2950D2EA7B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d54921e-ee0f-49d3-9073-a54df1d0eb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F14DE7F-DD97-4EA0-8E27-316634CEF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8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Anna Henderson</dc:creator>
  <cp:lastModifiedBy>Elvie Arugay</cp:lastModifiedBy>
  <cp:revision>4</cp:revision>
  <cp:lastPrinted>2016-05-27T05:21:00Z</cp:lastPrinted>
  <dcterms:created xsi:type="dcterms:W3CDTF">2020-01-24T08:42:00Z</dcterms:created>
  <dcterms:modified xsi:type="dcterms:W3CDTF">2020-02-03T03:15:00Z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0x0101009A6724563E94584E8BBDA274F80C8ABF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